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5BFB" w14:textId="77777777" w:rsidR="00FF53F7" w:rsidRDefault="0081535E" w:rsidP="00DC38CF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t>別紙</w:t>
      </w:r>
      <w:r w:rsidR="00FF53F7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３</w:t>
      </w:r>
    </w:p>
    <w:p w14:paraId="6C978652" w14:textId="77777777" w:rsidR="00FF53F7" w:rsidRDefault="00FF53F7" w:rsidP="00FF53F7">
      <w:pPr>
        <w:pStyle w:val="a3"/>
        <w:spacing w:line="352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販売品目内訳表</w:t>
      </w:r>
    </w:p>
    <w:p w14:paraId="0C08E556" w14:textId="77777777" w:rsidR="003E2A14" w:rsidRPr="003E2A14" w:rsidRDefault="003E2A14" w:rsidP="00FF53F7">
      <w:pPr>
        <w:pStyle w:val="a3"/>
        <w:spacing w:line="352" w:lineRule="exact"/>
        <w:jc w:val="center"/>
        <w:rPr>
          <w:spacing w:val="0"/>
        </w:rPr>
      </w:pPr>
    </w:p>
    <w:p w14:paraId="4C52DD4C" w14:textId="77777777" w:rsidR="00FF53F7" w:rsidRDefault="00FF53F7" w:rsidP="00FF53F7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                                               </w:t>
      </w:r>
      <w:r w:rsidR="00D76E14">
        <w:rPr>
          <w:rFonts w:asciiTheme="minorEastAsia" w:eastAsiaTheme="minorEastAsia" w:hAnsiTheme="minorEastAsia" w:cs="Times New Roman" w:hint="eastAsia"/>
          <w:spacing w:val="0"/>
        </w:rPr>
        <w:t xml:space="preserve">　　</w:t>
      </w:r>
      <w:r w:rsidR="00D76E14">
        <w:rPr>
          <w:rFonts w:ascii="ＭＳ 明朝" w:hAnsi="ＭＳ 明朝" w:hint="eastAsia"/>
          <w:u w:val="single" w:color="000000"/>
        </w:rPr>
        <w:t>商工会</w:t>
      </w:r>
      <w:r>
        <w:rPr>
          <w:rFonts w:ascii="ＭＳ 明朝" w:hAnsi="ＭＳ 明朝" w:hint="eastAsia"/>
          <w:u w:val="single" w:color="000000"/>
        </w:rPr>
        <w:t xml:space="preserve">名　　　　　　　　　　　</w:t>
      </w:r>
    </w:p>
    <w:p w14:paraId="22008A46" w14:textId="77777777" w:rsidR="00FF53F7" w:rsidRDefault="00FF53F7" w:rsidP="00FF53F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835"/>
        <w:gridCol w:w="1843"/>
      </w:tblGrid>
      <w:tr w:rsidR="00FF53F7" w14:paraId="3C211592" w14:textId="77777777" w:rsidTr="00025467">
        <w:trPr>
          <w:trHeight w:hRule="exact"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54DB" w14:textId="77777777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551C96" w14:textId="2C9E7C50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品</w:t>
            </w:r>
            <w:r w:rsidR="00FC1BBA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36AE30" w14:textId="43CA1767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規</w:t>
            </w:r>
            <w:r w:rsidR="00FC1B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格</w:t>
            </w:r>
            <w:r w:rsidR="00FC1B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53F7B" w14:textId="77777777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-12"/>
              </w:rPr>
              <w:t xml:space="preserve"> </w:t>
            </w:r>
            <w:r>
              <w:rPr>
                <w:rFonts w:eastAsia="Times New Roman" w:cs="Times New Roman"/>
                <w:spacing w:val="-12"/>
              </w:rPr>
              <w:t xml:space="preserve"> </w:t>
            </w:r>
            <w:r>
              <w:rPr>
                <w:rFonts w:ascii="ＭＳ 明朝" w:hAnsi="ＭＳ 明朝" w:hint="eastAsia"/>
                <w:spacing w:val="-13"/>
              </w:rPr>
              <w:t>販売価格（円）</w:t>
            </w:r>
          </w:p>
        </w:tc>
      </w:tr>
      <w:tr w:rsidR="00FF53F7" w14:paraId="22111479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54B3E" w14:textId="77777777" w:rsidR="00FF53F7" w:rsidRPr="00D76E14" w:rsidRDefault="00FF53F7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64751E" w14:textId="77777777" w:rsidR="00FF53F7" w:rsidRPr="00D76E14" w:rsidRDefault="00FF53F7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EDF9CE" w14:textId="77777777" w:rsidR="00FF53F7" w:rsidRPr="00D76E14" w:rsidRDefault="00FF53F7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9541FB" w14:textId="77777777" w:rsidR="00FF53F7" w:rsidRPr="00D76E14" w:rsidRDefault="00FF53F7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465977FF" w14:textId="77777777" w:rsidTr="00025467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B3B14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262EE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E330E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D91DD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00F71D1F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D5DC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E2B97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F0CF2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473634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0D41245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4D28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D729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19A4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5782C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141AE6D4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B4CB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59A8D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AE528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A222BA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15E87E0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21C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A325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0B3C0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9D5D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44190C37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FA19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374E4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423D6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9F9B6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6126C9D6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7F5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0BD0B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139E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77CE0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024F025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A100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E69F7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812CF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A5EBA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2FD4B9B0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DFA7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48D7A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86AF5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014584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6E4C9A55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5B86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97DB3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C1243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97596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2F7593F2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934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241A4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10FE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CD3C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3AAAF58E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812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CB7F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4B6AA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4791A4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505B6818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0C2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EC7A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AF33E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68038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2CBDA2B4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40B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80070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A053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C5C90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509FCBC8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79DB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0A7CE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57FD6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E5F2C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5E7A0B7E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8B6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6B14A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C0B7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FEAA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F67152D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C02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3A12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B9970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E4B7A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C89C68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5B6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545D0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0EB9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DB063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FFF169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96A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EA49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0D401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FDF1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78120AB2" w14:textId="77777777" w:rsidR="0088009B" w:rsidRPr="00D53520" w:rsidRDefault="0088009B" w:rsidP="00D76E14">
      <w:pPr>
        <w:pStyle w:val="a3"/>
        <w:tabs>
          <w:tab w:val="left" w:pos="9468"/>
        </w:tabs>
        <w:ind w:right="-30"/>
        <w:jc w:val="right"/>
        <w:rPr>
          <w:rFonts w:ascii="ＭＳ 明朝" w:hAnsi="ＭＳ 明朝"/>
        </w:rPr>
      </w:pPr>
    </w:p>
    <w:sectPr w:rsidR="0088009B" w:rsidRPr="00D53520" w:rsidSect="00D76E14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E6C9" w14:textId="77777777" w:rsidR="0056680D" w:rsidRDefault="0056680D">
      <w:r>
        <w:separator/>
      </w:r>
    </w:p>
  </w:endnote>
  <w:endnote w:type="continuationSeparator" w:id="0">
    <w:p w14:paraId="0590D3D9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5442" w14:textId="77777777" w:rsidR="0056680D" w:rsidRDefault="0056680D">
      <w:r>
        <w:separator/>
      </w:r>
    </w:p>
  </w:footnote>
  <w:footnote w:type="continuationSeparator" w:id="0">
    <w:p w14:paraId="7438072D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AB3A5" w14:textId="77777777" w:rsidR="00DA23DE" w:rsidRPr="00D76E14" w:rsidRDefault="00D76E14" w:rsidP="00D76E14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87432436">
    <w:abstractNumId w:val="4"/>
  </w:num>
  <w:num w:numId="2" w16cid:durableId="1818297817">
    <w:abstractNumId w:val="3"/>
  </w:num>
  <w:num w:numId="3" w16cid:durableId="1864513369">
    <w:abstractNumId w:val="1"/>
  </w:num>
  <w:num w:numId="4" w16cid:durableId="1117871899">
    <w:abstractNumId w:val="0"/>
  </w:num>
  <w:num w:numId="5" w16cid:durableId="207035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25467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4C88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037BC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6E1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B7796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7155"/>
    <w:rsid w:val="00F919B4"/>
    <w:rsid w:val="00FB6150"/>
    <w:rsid w:val="00FB7E50"/>
    <w:rsid w:val="00FC1BBA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48FB21"/>
  <w15:docId w15:val="{13CD91B2-E4E0-40DD-80AF-8D194B17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E7557-C939-4038-A56B-17428EBA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kenren30-05</cp:lastModifiedBy>
  <cp:revision>6</cp:revision>
  <cp:lastPrinted>2017-01-04T05:27:00Z</cp:lastPrinted>
  <dcterms:created xsi:type="dcterms:W3CDTF">2017-01-04T06:15:00Z</dcterms:created>
  <dcterms:modified xsi:type="dcterms:W3CDTF">2022-11-29T01:30:00Z</dcterms:modified>
</cp:coreProperties>
</file>